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809E0FC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392CAB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D296B78" w:rsidR="003823BE" w:rsidRPr="00161AB3" w:rsidRDefault="00392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Zaleska M., Ocena ekonomiczno-finansowa przedsiębiorstwa przez analityka bankowego (wyd. II poprawione i rozszerzone), Oficyna Wydawnicza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E0903" w14:textId="77777777" w:rsidR="00C16017" w:rsidRDefault="00C16017" w:rsidP="00C16ABF">
      <w:pPr>
        <w:spacing w:after="0" w:line="240" w:lineRule="auto"/>
      </w:pPr>
      <w:r>
        <w:separator/>
      </w:r>
    </w:p>
  </w:endnote>
  <w:endnote w:type="continuationSeparator" w:id="0">
    <w:p w14:paraId="05AB73BE" w14:textId="77777777" w:rsidR="00C16017" w:rsidRDefault="00C160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42426" w14:textId="77777777" w:rsidR="00C16017" w:rsidRDefault="00C16017" w:rsidP="00C16ABF">
      <w:pPr>
        <w:spacing w:after="0" w:line="240" w:lineRule="auto"/>
      </w:pPr>
      <w:r>
        <w:separator/>
      </w:r>
    </w:p>
  </w:footnote>
  <w:footnote w:type="continuationSeparator" w:id="0">
    <w:p w14:paraId="462D4742" w14:textId="77777777" w:rsidR="00C16017" w:rsidRDefault="00C16017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92CAB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017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AFDF19-CB3A-4EC3-8D4B-4B6E3ED1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1224</Words>
  <Characters>7349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2020-10-26T20:54:00Z</dcterms:created>
  <dcterms:modified xsi:type="dcterms:W3CDTF">2021-11-05T13:33:00Z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